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60A862" w14:textId="77777777" w:rsidR="000719BB" w:rsidRDefault="000719BB" w:rsidP="006C2343">
      <w:pPr>
        <w:pStyle w:val="Titul2"/>
      </w:pPr>
    </w:p>
    <w:p w14:paraId="70288F6A" w14:textId="77777777" w:rsidR="00826B7B" w:rsidRDefault="00826B7B" w:rsidP="006C2343">
      <w:pPr>
        <w:pStyle w:val="Titul2"/>
      </w:pPr>
    </w:p>
    <w:p w14:paraId="5F12D136" w14:textId="77777777" w:rsidR="000008ED" w:rsidRPr="000719BB" w:rsidRDefault="000008ED" w:rsidP="006C2343">
      <w:pPr>
        <w:pStyle w:val="Titul2"/>
      </w:pPr>
      <w:r>
        <w:t>Díl 4</w:t>
      </w:r>
    </w:p>
    <w:p w14:paraId="6FF1009F" w14:textId="6472F3D6" w:rsidR="00AD0C7B" w:rsidRDefault="001C482B" w:rsidP="006C2343">
      <w:pPr>
        <w:pStyle w:val="Titul1"/>
      </w:pPr>
      <w:r>
        <w:t>Požadavky na výkon a funkci</w:t>
      </w:r>
    </w:p>
    <w:p w14:paraId="0BB1C535" w14:textId="77777777" w:rsidR="00AD0C7B" w:rsidRDefault="00AD0C7B" w:rsidP="00AD0C7B">
      <w:pPr>
        <w:pStyle w:val="Titul2"/>
      </w:pPr>
    </w:p>
    <w:p w14:paraId="3DE73608" w14:textId="77777777" w:rsidR="000008ED" w:rsidRDefault="000008ED" w:rsidP="00AD0C7B">
      <w:pPr>
        <w:pStyle w:val="Titul2"/>
      </w:pPr>
      <w:r>
        <w:t xml:space="preserve">Část </w:t>
      </w:r>
      <w:r w:rsidR="00CD039F">
        <w:t>3</w:t>
      </w:r>
    </w:p>
    <w:p w14:paraId="6A109816" w14:textId="77777777" w:rsidR="00AD0C7B" w:rsidRDefault="000008ED" w:rsidP="006C2343">
      <w:pPr>
        <w:pStyle w:val="Titul1"/>
      </w:pPr>
      <w:r w:rsidRPr="000008ED">
        <w:t>KOMENTÁŘ K</w:t>
      </w:r>
      <w:r w:rsidR="009A1080">
        <w:t> POŽADAVKŮM NA VÝKON A FUNKCI</w:t>
      </w:r>
      <w:r w:rsidRPr="000008ED">
        <w:t xml:space="preserve"> </w:t>
      </w:r>
    </w:p>
    <w:p w14:paraId="19A77343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615711D41B474129AE7EE596BC6CBC26"/>
        </w:placeholder>
        <w:text/>
      </w:sdtPr>
      <w:sdtContent>
        <w:p w14:paraId="47FDA110" w14:textId="229B8949" w:rsidR="00CF0EF4" w:rsidRDefault="00FA52C5" w:rsidP="00CF0EF4">
          <w:pPr>
            <w:pStyle w:val="Tituldatum"/>
          </w:pPr>
          <w:r w:rsidRPr="00FA52C5">
            <w:rPr>
              <w:rStyle w:val="Nzevakce"/>
            </w:rPr>
            <w:t>Zvýšení disponibility výkonu TNS Nedakonice v systému AC 25 kV</w:t>
          </w:r>
        </w:p>
      </w:sdtContent>
    </w:sdt>
    <w:p w14:paraId="526268EE" w14:textId="77777777" w:rsidR="00E423FE" w:rsidRDefault="00E423FE" w:rsidP="006C2343">
      <w:pPr>
        <w:pStyle w:val="Titul2"/>
        <w:rPr>
          <w:highlight w:val="green"/>
        </w:rPr>
      </w:pPr>
    </w:p>
    <w:p w14:paraId="4EEBD50E" w14:textId="77777777" w:rsidR="00DF3EE3" w:rsidRDefault="00DF3EE3" w:rsidP="006C2343">
      <w:pPr>
        <w:pStyle w:val="Titul2"/>
        <w:rPr>
          <w:highlight w:val="green"/>
        </w:rPr>
      </w:pPr>
    </w:p>
    <w:p w14:paraId="597BCE1A" w14:textId="77777777" w:rsidR="00DF3EE3" w:rsidRDefault="00DF3EE3" w:rsidP="006C2343">
      <w:pPr>
        <w:pStyle w:val="Titul2"/>
        <w:rPr>
          <w:highlight w:val="green"/>
        </w:rPr>
      </w:pPr>
    </w:p>
    <w:p w14:paraId="4C2A5124" w14:textId="77777777" w:rsidR="00DF3EE3" w:rsidRDefault="00DF3EE3" w:rsidP="006C2343">
      <w:pPr>
        <w:pStyle w:val="Titul2"/>
        <w:rPr>
          <w:highlight w:val="green"/>
        </w:rPr>
      </w:pPr>
    </w:p>
    <w:p w14:paraId="320F3FCD" w14:textId="77777777" w:rsidR="00DF3EE3" w:rsidRDefault="00DF3EE3" w:rsidP="006C2343">
      <w:pPr>
        <w:pStyle w:val="Titul2"/>
        <w:rPr>
          <w:highlight w:val="green"/>
        </w:rPr>
      </w:pPr>
    </w:p>
    <w:p w14:paraId="002BA5B9" w14:textId="77777777" w:rsidR="00DF3EE3" w:rsidRDefault="00DF3EE3" w:rsidP="006C2343">
      <w:pPr>
        <w:pStyle w:val="Titul2"/>
        <w:rPr>
          <w:highlight w:val="green"/>
        </w:rPr>
      </w:pPr>
    </w:p>
    <w:p w14:paraId="263FEE39" w14:textId="3562B31E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DF3EE3">
        <w:t>20</w:t>
      </w:r>
      <w:r w:rsidR="00E423FE">
        <w:t xml:space="preserve">. </w:t>
      </w:r>
      <w:r w:rsidR="00DF3EE3">
        <w:t>12</w:t>
      </w:r>
      <w:r w:rsidR="00E423FE">
        <w:t>. 2023</w:t>
      </w:r>
      <w:r w:rsidR="000008ED">
        <w:t xml:space="preserve"> </w:t>
      </w:r>
    </w:p>
    <w:p w14:paraId="79030DB8" w14:textId="1245F5C6" w:rsidR="00BD7E91" w:rsidRDefault="00826B7B" w:rsidP="00ED42BB">
      <w:r>
        <w:br w:type="page"/>
      </w:r>
      <w:r w:rsidR="00BD7E91" w:rsidRPr="000008ED">
        <w:lastRenderedPageBreak/>
        <w:t>Obsah</w:t>
      </w:r>
      <w:r w:rsidR="00887F36">
        <w:t xml:space="preserve"> </w:t>
      </w:r>
    </w:p>
    <w:p w14:paraId="1BE35E83" w14:textId="5213A076" w:rsidR="00FA52C5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79961295" w:history="1">
        <w:r w:rsidR="00FA52C5" w:rsidRPr="00240560">
          <w:rPr>
            <w:rStyle w:val="Hypertextovodkaz"/>
          </w:rPr>
          <w:t>SEZNAM ZKRATEK</w:t>
        </w:r>
        <w:r w:rsidR="00FA52C5">
          <w:rPr>
            <w:noProof/>
            <w:webHidden/>
          </w:rPr>
          <w:tab/>
        </w:r>
        <w:r w:rsidR="00FA52C5">
          <w:rPr>
            <w:noProof/>
            <w:webHidden/>
          </w:rPr>
          <w:fldChar w:fldCharType="begin"/>
        </w:r>
        <w:r w:rsidR="00FA52C5">
          <w:rPr>
            <w:noProof/>
            <w:webHidden/>
          </w:rPr>
          <w:instrText xml:space="preserve"> PAGEREF _Toc179961295 \h </w:instrText>
        </w:r>
        <w:r w:rsidR="00FA52C5">
          <w:rPr>
            <w:noProof/>
            <w:webHidden/>
          </w:rPr>
        </w:r>
        <w:r w:rsidR="00FA52C5">
          <w:rPr>
            <w:noProof/>
            <w:webHidden/>
          </w:rPr>
          <w:fldChar w:fldCharType="separate"/>
        </w:r>
        <w:r w:rsidR="00FA52C5">
          <w:rPr>
            <w:noProof/>
            <w:webHidden/>
          </w:rPr>
          <w:t>2</w:t>
        </w:r>
        <w:r w:rsidR="00FA52C5">
          <w:rPr>
            <w:noProof/>
            <w:webHidden/>
          </w:rPr>
          <w:fldChar w:fldCharType="end"/>
        </w:r>
      </w:hyperlink>
    </w:p>
    <w:p w14:paraId="7CAD8627" w14:textId="4DBDA772" w:rsidR="00FA52C5" w:rsidRDefault="00FA52C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9961296" w:history="1">
        <w:r w:rsidRPr="00240560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240560">
          <w:rPr>
            <w:rStyle w:val="Hypertextovodkaz"/>
          </w:rPr>
          <w:t>POJMY A DEFINICE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_Toc179961296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80079B6" w14:textId="7816D320" w:rsidR="00FA52C5" w:rsidRDefault="00FA52C5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9961297" w:history="1">
        <w:r w:rsidRPr="00240560">
          <w:rPr>
            <w:rStyle w:val="Hypertextovodkaz"/>
            <w:rFonts w:asciiTheme="majorHAnsi" w:hAnsiTheme="majorHAnsi"/>
          </w:rPr>
          <w:t>1.2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240560">
          <w:rPr>
            <w:rStyle w:val="Hypertextovodkaz"/>
          </w:rPr>
          <w:t>Členění ceny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_Toc179961297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549F231" w14:textId="7462B91B" w:rsidR="00FA52C5" w:rsidRDefault="00FA52C5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9961298" w:history="1">
        <w:r w:rsidRPr="00240560">
          <w:rPr>
            <w:rStyle w:val="Hypertextovodkaz"/>
            <w:rFonts w:asciiTheme="majorHAnsi" w:hAnsiTheme="majorHAnsi"/>
          </w:rPr>
          <w:t>1.3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240560">
          <w:rPr>
            <w:rStyle w:val="Hypertextovodkaz"/>
          </w:rPr>
          <w:t>Členění ceny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_Toc179961298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0DD08AE" w14:textId="24A36251" w:rsidR="00FA52C5" w:rsidRDefault="00FA52C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9961299" w:history="1">
        <w:r w:rsidRPr="00240560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240560">
          <w:rPr>
            <w:rStyle w:val="Hypertextovodkaz"/>
          </w:rPr>
          <w:t>ZÁKLADNÍ PRAVIDLA PRO stanovení ceny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_Toc179961299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AA2F4F8" w14:textId="6B37F053" w:rsidR="00FA52C5" w:rsidRDefault="00FA52C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9961300" w:history="1">
        <w:r w:rsidRPr="00240560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240560">
          <w:rPr>
            <w:rStyle w:val="Hypertextovodkaz"/>
          </w:rPr>
          <w:t>SROVNATELNÉ VÝROBKY, ALTERNATIVY MATERIÁLŮ A PROVEDENÍ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_Toc179961300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CA08901" w14:textId="089CAE61" w:rsidR="00AD0C7B" w:rsidRDefault="00BD7E91" w:rsidP="008D03B9">
      <w:r>
        <w:fldChar w:fldCharType="end"/>
      </w:r>
    </w:p>
    <w:p w14:paraId="75B4BC82" w14:textId="77777777" w:rsidR="000008ED" w:rsidRDefault="000008ED" w:rsidP="008D03B9"/>
    <w:p w14:paraId="706C7720" w14:textId="77777777" w:rsidR="00AD0C7B" w:rsidRDefault="00AD0C7B" w:rsidP="00240E69">
      <w:pPr>
        <w:pStyle w:val="Nadpisbezsl1-1"/>
        <w:outlineLvl w:val="0"/>
      </w:pPr>
      <w:bookmarkStart w:id="0" w:name="_Toc179961295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46519167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230568" w14:textId="2CCEFC71" w:rsidR="005E07BA" w:rsidRPr="00AD0C7B" w:rsidRDefault="000D5A23" w:rsidP="000D5A23">
            <w:pPr>
              <w:pStyle w:val="Zkratky1"/>
            </w:pPr>
            <w:r>
              <w:t xml:space="preserve">SO </w:t>
            </w:r>
            <w:r w:rsidR="005E07BA"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932725" w14:textId="1BB74083" w:rsidR="005E07BA" w:rsidRPr="006115D3" w:rsidRDefault="000D5A23" w:rsidP="0048144D">
            <w:pPr>
              <w:pStyle w:val="Zkratky2"/>
            </w:pPr>
            <w:r>
              <w:t>Objekt</w:t>
            </w:r>
            <w:r w:rsidR="003F5EFA">
              <w:t xml:space="preserve"> </w:t>
            </w:r>
            <w:r>
              <w:t>stavební části</w:t>
            </w:r>
          </w:p>
        </w:tc>
      </w:tr>
      <w:tr w:rsidR="000D5A23" w:rsidRPr="00AD0C7B" w14:paraId="6B4E000C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409E3" w14:textId="77777777" w:rsidR="000D5A23" w:rsidDel="000D5A23" w:rsidRDefault="000D5A23" w:rsidP="000D5A23">
            <w:pPr>
              <w:pStyle w:val="Zkratky1"/>
            </w:pPr>
            <w:r>
              <w:t xml:space="preserve">SOD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3C31C4" w14:textId="77777777" w:rsidR="000D5A23" w:rsidDel="000D5A23" w:rsidRDefault="000D5A23" w:rsidP="000D5A23">
            <w:pPr>
              <w:pStyle w:val="Zkratky2"/>
            </w:pPr>
            <w:r>
              <w:t xml:space="preserve">Smlouva o díle </w:t>
            </w:r>
          </w:p>
        </w:tc>
      </w:tr>
      <w:tr w:rsidR="000D5A23" w:rsidRPr="00AD0C7B" w14:paraId="5AA9A155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64B004" w14:textId="77777777" w:rsidR="000D5A23" w:rsidDel="000D5A23" w:rsidRDefault="000D5A23" w:rsidP="000D5A23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15368" w14:textId="77777777" w:rsidR="000D5A23" w:rsidDel="000D5A23" w:rsidRDefault="000D5A23" w:rsidP="000D5A23">
            <w:pPr>
              <w:pStyle w:val="Zkratky2"/>
            </w:pPr>
            <w:r>
              <w:t xml:space="preserve">Správa železniční dopravní cesty, státní organizace </w:t>
            </w:r>
          </w:p>
        </w:tc>
      </w:tr>
      <w:tr w:rsidR="000D5A23" w:rsidRPr="00AD0C7B" w14:paraId="6664057B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9F3117" w14:textId="77777777" w:rsidR="000D5A23" w:rsidRDefault="000D5A23" w:rsidP="000D5A23">
            <w:pPr>
              <w:pStyle w:val="Zkratky1"/>
            </w:pPr>
            <w:r>
              <w:t xml:space="preserve">VTP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2B18D2" w14:textId="77777777" w:rsidR="000D5A23" w:rsidRDefault="000D5A23" w:rsidP="000D5A23">
            <w:pPr>
              <w:pStyle w:val="Zkratky2"/>
            </w:pPr>
            <w:r>
              <w:t xml:space="preserve">Všeobecné technické podmínky </w:t>
            </w:r>
          </w:p>
        </w:tc>
      </w:tr>
      <w:tr w:rsidR="000D5A23" w:rsidRPr="00AD0C7B" w14:paraId="16C2C9AD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332DAE" w14:textId="77777777" w:rsidR="000D5A23" w:rsidRPr="00AD0C7B" w:rsidRDefault="000D5A23" w:rsidP="000D5A23">
            <w:pPr>
              <w:pStyle w:val="Zkratky1"/>
            </w:pPr>
            <w:r>
              <w:t xml:space="preserve">ZTP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46C3891" w14:textId="77777777" w:rsidR="000D5A23" w:rsidRPr="006115D3" w:rsidRDefault="000D5A23" w:rsidP="000D5A23">
            <w:pPr>
              <w:pStyle w:val="Zkratky2"/>
            </w:pPr>
            <w:r>
              <w:t>Zvláštní technické podmínky</w:t>
            </w:r>
          </w:p>
        </w:tc>
      </w:tr>
    </w:tbl>
    <w:p w14:paraId="49BFB1C3" w14:textId="77777777" w:rsidR="00826B7B" w:rsidRDefault="00826B7B" w:rsidP="008D03B9"/>
    <w:p w14:paraId="5A135D5B" w14:textId="77777777" w:rsidR="00826B7B" w:rsidRDefault="00826B7B">
      <w:r>
        <w:br w:type="page"/>
      </w:r>
    </w:p>
    <w:p w14:paraId="33F14BE5" w14:textId="77777777" w:rsidR="005E07BA" w:rsidRDefault="005E07BA" w:rsidP="003368B2">
      <w:pPr>
        <w:pStyle w:val="Nadpis2-1"/>
      </w:pPr>
      <w:bookmarkStart w:id="1" w:name="_Toc389559699"/>
      <w:bookmarkStart w:id="2" w:name="_Toc397429847"/>
      <w:bookmarkStart w:id="3" w:name="_Ref433028040"/>
      <w:bookmarkStart w:id="4" w:name="_Toc1048197"/>
      <w:bookmarkStart w:id="5" w:name="_Toc179961296"/>
      <w:r>
        <w:lastRenderedPageBreak/>
        <w:t xml:space="preserve">POJMY A </w:t>
      </w:r>
      <w:r w:rsidRPr="005E07BA">
        <w:t>DEFINICE</w:t>
      </w:r>
      <w:bookmarkEnd w:id="5"/>
    </w:p>
    <w:p w14:paraId="4AF94FE1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D2DB8">
        <w:t> požadavkům na výkon a funkci</w:t>
      </w:r>
      <w:r>
        <w:t xml:space="preserve"> význam definovaný ve Všeobecných technických podmínkách, případně ve Zvláštních technických podmínkách a dokumentaci, která je součástí zadávací dokumentace.</w:t>
      </w:r>
    </w:p>
    <w:p w14:paraId="597A53B6" w14:textId="77777777" w:rsidR="005E07BA" w:rsidRDefault="00583FF5" w:rsidP="005E07BA">
      <w:pPr>
        <w:pStyle w:val="Nadpis2-2"/>
      </w:pPr>
      <w:bookmarkStart w:id="6" w:name="_Toc179961297"/>
      <w:r>
        <w:t>Členění ceny Díla</w:t>
      </w:r>
      <w:bookmarkEnd w:id="6"/>
    </w:p>
    <w:p w14:paraId="44EA5950" w14:textId="41EACCE7" w:rsidR="00BC629C" w:rsidRDefault="002A1540" w:rsidP="005E07BA">
      <w:pPr>
        <w:pStyle w:val="Text2-1"/>
      </w:pPr>
      <w:r w:rsidRPr="00583FF5">
        <w:t xml:space="preserve">Dílo může být </w:t>
      </w:r>
      <w:r w:rsidR="00BC629C">
        <w:t xml:space="preserve">členěno do samostatných staveb, tj. </w:t>
      </w:r>
      <w:r w:rsidRPr="00583FF5">
        <w:t>zadáváno jako soubor staveb</w:t>
      </w:r>
      <w:r w:rsidR="00AF148E">
        <w:t xml:space="preserve"> </w:t>
      </w:r>
      <w:r w:rsidRPr="00583FF5">
        <w:t>prováděných</w:t>
      </w:r>
      <w:r w:rsidR="00BC629C">
        <w:t>,</w:t>
      </w:r>
      <w:r w:rsidRPr="00583FF5">
        <w:t xml:space="preserve"> </w:t>
      </w:r>
      <w:r w:rsidR="00BC629C">
        <w:t>z</w:t>
      </w:r>
      <w:r w:rsidRPr="00583FF5">
        <w:t xml:space="preserve"> důvodu efektivity</w:t>
      </w:r>
      <w:r w:rsidR="00BC629C">
        <w:t>,</w:t>
      </w:r>
      <w:r w:rsidRPr="00583FF5">
        <w:t xml:space="preserve"> v</w:t>
      </w:r>
      <w:r w:rsidR="00583FF5" w:rsidRPr="00583FF5">
        <w:t xml:space="preserve"> </w:t>
      </w:r>
      <w:r w:rsidRPr="00583FF5">
        <w:t xml:space="preserve">rámci jednoho stavebního záměru </w:t>
      </w:r>
      <w:r w:rsidR="00583FF5" w:rsidRPr="00583FF5">
        <w:t>uskutečňujícím výstavbu na jednom souvislém území, v tomto případě úseku tratě.</w:t>
      </w:r>
      <w:r w:rsidRPr="00583FF5">
        <w:t xml:space="preserve"> </w:t>
      </w:r>
    </w:p>
    <w:p w14:paraId="6D7136FD" w14:textId="77777777" w:rsidR="002A1540" w:rsidRPr="00583FF5" w:rsidRDefault="00BC629C" w:rsidP="005E07BA">
      <w:pPr>
        <w:pStyle w:val="Text2-1"/>
      </w:pPr>
      <w:r w:rsidRPr="0089672D">
        <w:rPr>
          <w:b/>
        </w:rPr>
        <w:t>Cena Díla je stanovena jako součet nákladů cen jednotlivých staveb</w:t>
      </w:r>
      <w:r>
        <w:t xml:space="preserve"> v souboru staveb.</w:t>
      </w:r>
      <w:r w:rsidR="0047076E">
        <w:t xml:space="preserve"> V případě, že je součástí Díla pouze jedn</w:t>
      </w:r>
      <w:r w:rsidR="0089672D">
        <w:t>a</w:t>
      </w:r>
      <w:r w:rsidR="0047076E">
        <w:t xml:space="preserve"> stavb</w:t>
      </w:r>
      <w:r w:rsidR="0089672D">
        <w:t>a</w:t>
      </w:r>
      <w:r w:rsidR="0047076E">
        <w:t>, je cena Díla shodná s cenou stavby.</w:t>
      </w:r>
      <w:r>
        <w:t xml:space="preserve"> </w:t>
      </w:r>
    </w:p>
    <w:p w14:paraId="2B577B74" w14:textId="7EDB304F" w:rsidR="002A1540" w:rsidRDefault="00BC629C" w:rsidP="005E07BA">
      <w:pPr>
        <w:pStyle w:val="Text2-1"/>
      </w:pPr>
      <w:r w:rsidRPr="000A64D0">
        <w:t xml:space="preserve">Pro stanovení Ceny Díla bude </w:t>
      </w:r>
      <w:r w:rsidR="00AF148E" w:rsidRPr="000A64D0">
        <w:t>z</w:t>
      </w:r>
      <w:r w:rsidR="00AF148E">
        <w:t>e</w:t>
      </w:r>
      <w:r w:rsidR="00AF148E" w:rsidRPr="000A64D0">
        <w:t xml:space="preserve"> </w:t>
      </w:r>
      <w:r w:rsidRPr="000A64D0">
        <w:t xml:space="preserve">strany Dodavatele </w:t>
      </w:r>
      <w:r w:rsidR="000A64D0" w:rsidRPr="000A64D0">
        <w:t xml:space="preserve">vyplněna </w:t>
      </w:r>
      <w:r w:rsidRPr="000A64D0">
        <w:t>„Rekapitulace ceny Díla</w:t>
      </w:r>
      <w:r w:rsidR="000A64D0" w:rsidRPr="000A64D0">
        <w:t>“</w:t>
      </w:r>
      <w:r w:rsidRPr="000A64D0">
        <w:t>, kter</w:t>
      </w:r>
      <w:r w:rsidR="000A64D0" w:rsidRPr="000A64D0">
        <w:t>á</w:t>
      </w:r>
      <w:r w:rsidRPr="000A64D0">
        <w:t xml:space="preserve"> bude posléze vložen</w:t>
      </w:r>
      <w:r w:rsidR="000A64D0" w:rsidRPr="000A64D0">
        <w:t xml:space="preserve">a </w:t>
      </w:r>
      <w:r w:rsidRPr="000A64D0">
        <w:t>jako Příloha č.</w:t>
      </w:r>
      <w:r w:rsidR="000A64D0" w:rsidRPr="000A64D0">
        <w:t xml:space="preserve"> </w:t>
      </w:r>
      <w:r w:rsidRPr="000A64D0">
        <w:t>4</w:t>
      </w:r>
      <w:r w:rsidR="000A64D0" w:rsidRPr="000A64D0">
        <w:t xml:space="preserve"> SOD.</w:t>
      </w:r>
      <w:r w:rsidRPr="000A64D0">
        <w:t xml:space="preserve"> </w:t>
      </w:r>
      <w:r w:rsidR="002A1540" w:rsidRPr="000A64D0">
        <w:t>Každá stavba bude v dokumentu „Rekapitulace</w:t>
      </w:r>
      <w:r w:rsidRPr="000A64D0">
        <w:t xml:space="preserve"> ceny Díla</w:t>
      </w:r>
      <w:r w:rsidR="002A1540" w:rsidRPr="000A64D0">
        <w:t xml:space="preserve">“ </w:t>
      </w:r>
      <w:r w:rsidR="0047076E">
        <w:t>oceněna</w:t>
      </w:r>
      <w:r w:rsidR="002A1540" w:rsidRPr="000A64D0">
        <w:t xml:space="preserve"> samostatně. Pro lepší orientaci a vazbu na ocenění Požadavků na výkon a funkci</w:t>
      </w:r>
      <w:r w:rsidR="000A64D0" w:rsidRPr="000A64D0">
        <w:t>,</w:t>
      </w:r>
      <w:r w:rsidR="002A1540" w:rsidRPr="000A64D0">
        <w:t xml:space="preserve"> jsou stavby očíslované</w:t>
      </w:r>
      <w:r w:rsidR="000A64D0" w:rsidRPr="000A64D0">
        <w:t xml:space="preserve"> vzestupní řadou</w:t>
      </w:r>
      <w:r w:rsidR="00F17F49">
        <w:t xml:space="preserve"> (Stavba X, kde X=</w:t>
      </w:r>
      <w:r w:rsidR="000A64D0" w:rsidRPr="000A64D0">
        <w:t>1</w:t>
      </w:r>
      <w:r w:rsidR="00F17F49">
        <w:t>,2,</w:t>
      </w:r>
      <w:r w:rsidR="00A3449F">
        <w:t>3,</w:t>
      </w:r>
      <w:proofErr w:type="gramStart"/>
      <w:r w:rsidR="00A3449F">
        <w:t>4,…</w:t>
      </w:r>
      <w:proofErr w:type="gramEnd"/>
      <w:r w:rsidR="00F17F49">
        <w:t>)</w:t>
      </w:r>
      <w:r w:rsidR="002A1540" w:rsidRPr="000A64D0">
        <w:t>.</w:t>
      </w:r>
      <w:r w:rsidR="0047076E">
        <w:t xml:space="preserve"> Očíslování jednotlivých staveb se shoduje s očíslování</w:t>
      </w:r>
      <w:r w:rsidR="00CD039F">
        <w:t>m</w:t>
      </w:r>
      <w:r w:rsidR="0047076E">
        <w:t xml:space="preserve"> přílohy reprezentující požadavky na výkon a funkci (viz kap</w:t>
      </w:r>
      <w:r w:rsidR="002F7330">
        <w:t>.</w:t>
      </w:r>
      <w:r w:rsidR="0047076E">
        <w:t xml:space="preserve"> 1.3)</w:t>
      </w:r>
    </w:p>
    <w:p w14:paraId="5627C836" w14:textId="77777777" w:rsidR="00F17F49" w:rsidRDefault="00F17F49" w:rsidP="00F17F49">
      <w:pPr>
        <w:pStyle w:val="Nadpis2-2"/>
      </w:pPr>
      <w:bookmarkStart w:id="7" w:name="_Toc179961298"/>
      <w:r>
        <w:t>Členění ceny stavby</w:t>
      </w:r>
      <w:bookmarkEnd w:id="7"/>
    </w:p>
    <w:p w14:paraId="4F38ACDD" w14:textId="6884C506" w:rsidR="00F17F49" w:rsidRDefault="00F17F49" w:rsidP="00F17F49">
      <w:pPr>
        <w:pStyle w:val="Text2-1"/>
      </w:pPr>
      <w:r w:rsidRPr="000A64D0">
        <w:t>Pro každou stavbu, a to jak samostatně zadávanou</w:t>
      </w:r>
      <w:r w:rsidR="0048144D">
        <w:t>,</w:t>
      </w:r>
      <w:r w:rsidRPr="000A64D0">
        <w:t xml:space="preserve"> tak stavbu, která je zadávaná v rámci souboru staveb, </w:t>
      </w:r>
      <w:r>
        <w:t>se stanoví náklady na:</w:t>
      </w:r>
    </w:p>
    <w:p w14:paraId="4C4C6DAE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projektovou přípravu, která je prováděná před zahájením stavebních prací,</w:t>
      </w:r>
    </w:p>
    <w:p w14:paraId="2B188C6C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výkon Autorského dozoru,</w:t>
      </w:r>
    </w:p>
    <w:p w14:paraId="67CFC766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stavební práce</w:t>
      </w:r>
    </w:p>
    <w:p w14:paraId="29218ECA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 xml:space="preserve">další </w:t>
      </w:r>
      <w:r w:rsidR="00CD039F">
        <w:t xml:space="preserve">požadavky na výkon a funkci zahrnující </w:t>
      </w:r>
      <w:r>
        <w:t>činnosti prováděné v průběhu nebo po ukončení prací, soustředěné do jednoho Všeobecného objektu,</w:t>
      </w:r>
    </w:p>
    <w:p w14:paraId="076FA318" w14:textId="77777777" w:rsidR="0047076E" w:rsidRDefault="00904F2A" w:rsidP="00F17F49">
      <w:pPr>
        <w:pStyle w:val="Text2-1"/>
      </w:pPr>
      <w:r>
        <w:t xml:space="preserve">Náklady na projekční práce a výkon Autorského dozoru každé jednotlivé stavby jsou </w:t>
      </w:r>
      <w:r w:rsidR="0047076E">
        <w:t xml:space="preserve">Dodavatelem </w:t>
      </w:r>
      <w:r>
        <w:t>oceňované</w:t>
      </w:r>
      <w:r w:rsidR="0089672D">
        <w:t xml:space="preserve"> přímo v</w:t>
      </w:r>
      <w:r>
        <w:t xml:space="preserve"> dokumentu Rekapitulace ceny Díla. </w:t>
      </w:r>
    </w:p>
    <w:p w14:paraId="60D07CAD" w14:textId="0C4CE6B2" w:rsidR="00F17F49" w:rsidRPr="000A64D0" w:rsidRDefault="005F475E" w:rsidP="00F17F49">
      <w:pPr>
        <w:pStyle w:val="Text2-1"/>
      </w:pPr>
      <w:r>
        <w:t>Požadavky na výkon a funkci jsou rozdělené na n</w:t>
      </w:r>
      <w:r w:rsidR="0047076E">
        <w:t xml:space="preserve">áklady na stavební práce a další činnosti prováděné v průběhu nebo po ukončení </w:t>
      </w:r>
      <w:r w:rsidR="00C455D8">
        <w:t xml:space="preserve">stavebních </w:t>
      </w:r>
      <w:r w:rsidR="0047076E">
        <w:t>prací</w:t>
      </w:r>
      <w:r>
        <w:t xml:space="preserve">. Tyto veškeré činnosti </w:t>
      </w:r>
      <w:r w:rsidR="0047076E">
        <w:t>jsou</w:t>
      </w:r>
      <w:r w:rsidR="00904F2A">
        <w:t xml:space="preserve"> </w:t>
      </w:r>
      <w:r w:rsidR="0047076E">
        <w:t xml:space="preserve">Dodavatelem oceňované v dokumentu </w:t>
      </w:r>
      <w:r w:rsidR="0089672D">
        <w:t>s názvem</w:t>
      </w:r>
      <w:r w:rsidR="00F17F49">
        <w:t xml:space="preserve"> „</w:t>
      </w:r>
      <w:proofErr w:type="spellStart"/>
      <w:r w:rsidR="00F17F49" w:rsidRPr="009909F2">
        <w:t>Stavby_</w:t>
      </w:r>
      <w:r w:rsidR="00F17F49">
        <w:t>X</w:t>
      </w:r>
      <w:proofErr w:type="spellEnd"/>
      <w:r w:rsidR="00F17F49" w:rsidRPr="009909F2">
        <w:t>_</w:t>
      </w:r>
      <w:r w:rsidR="002F7330">
        <w:t xml:space="preserve"> </w:t>
      </w:r>
      <w:r w:rsidR="00F17F49" w:rsidRPr="009909F2">
        <w:t>Požadavky na výkon a funkci</w:t>
      </w:r>
      <w:r w:rsidR="00F17F49">
        <w:t>“</w:t>
      </w:r>
      <w:r w:rsidR="00C455D8">
        <w:t xml:space="preserve">, který je vytvořený pro </w:t>
      </w:r>
      <w:r w:rsidR="0089672D">
        <w:t>každou jednotlivou stav</w:t>
      </w:r>
      <w:r w:rsidR="002F7330">
        <w:t>b</w:t>
      </w:r>
      <w:r w:rsidR="0089672D">
        <w:t>u a očíslován viz kap</w:t>
      </w:r>
      <w:r w:rsidR="000D5A23">
        <w:t>.</w:t>
      </w:r>
      <w:r w:rsidR="0089672D">
        <w:t xml:space="preserve"> 1.2.3. </w:t>
      </w:r>
      <w:r w:rsidR="0047076E">
        <w:t xml:space="preserve">Jedná se o </w:t>
      </w:r>
      <w:r w:rsidR="0089672D">
        <w:t>dokument</w:t>
      </w:r>
      <w:r w:rsidR="0047076E">
        <w:t xml:space="preserve"> ve formátu </w:t>
      </w:r>
      <w:r w:rsidR="0089672D">
        <w:t>*</w:t>
      </w:r>
      <w:r w:rsidR="0047076E">
        <w:t>.</w:t>
      </w:r>
      <w:proofErr w:type="spellStart"/>
      <w:r w:rsidR="0047076E">
        <w:t>xlsx</w:t>
      </w:r>
      <w:proofErr w:type="spellEnd"/>
      <w:r w:rsidR="00F17F49">
        <w:t xml:space="preserve"> obsahuj</w:t>
      </w:r>
      <w:r w:rsidR="0047076E">
        <w:t>ící</w:t>
      </w:r>
      <w:r w:rsidR="00F17F49">
        <w:t xml:space="preserve"> dva listy: </w:t>
      </w:r>
    </w:p>
    <w:p w14:paraId="394BD217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Požadavky na výkon a funkci</w:t>
      </w:r>
    </w:p>
    <w:p w14:paraId="2CC77CA5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SO 98-98 Všeobecný objekt</w:t>
      </w:r>
    </w:p>
    <w:p w14:paraId="7C0599EF" w14:textId="7D3AF6AE" w:rsidR="0089672D" w:rsidRPr="000A64D0" w:rsidRDefault="0089672D" w:rsidP="0089672D">
      <w:pPr>
        <w:pStyle w:val="Text2-2"/>
        <w:numPr>
          <w:ilvl w:val="0"/>
          <w:numId w:val="0"/>
        </w:numPr>
        <w:ind w:left="737"/>
      </w:pPr>
      <w:r>
        <w:t>Dodavatel ocení oba listy ve vymezených položkách, viz kap.</w:t>
      </w:r>
      <w:r w:rsidR="002F7330">
        <w:t xml:space="preserve"> </w:t>
      </w:r>
      <w:r>
        <w:t>2</w:t>
      </w:r>
    </w:p>
    <w:p w14:paraId="7DEF5769" w14:textId="77777777" w:rsidR="005E07BA" w:rsidRDefault="005E07BA" w:rsidP="005E07BA">
      <w:pPr>
        <w:pStyle w:val="Nadpis2-1"/>
      </w:pPr>
      <w:bookmarkStart w:id="8" w:name="_Toc179961299"/>
      <w:r>
        <w:t xml:space="preserve">ZÁKLADNÍ PRAVIDLA PRO </w:t>
      </w:r>
      <w:r w:rsidR="002A1540">
        <w:t>stanovení ceny Díla</w:t>
      </w:r>
      <w:bookmarkEnd w:id="8"/>
    </w:p>
    <w:p w14:paraId="61F9656E" w14:textId="77777777" w:rsidR="005E07BA" w:rsidRDefault="007107C4" w:rsidP="005E07BA">
      <w:pPr>
        <w:pStyle w:val="Text2-1"/>
      </w:pPr>
      <w:r>
        <w:t xml:space="preserve">Dodavatel ocení v dokumentu Rekapitulace ceny Díla </w:t>
      </w:r>
      <w:r w:rsidR="00A6753E">
        <w:t xml:space="preserve">náklady na </w:t>
      </w:r>
      <w:r w:rsidR="002D362D">
        <w:t>jednotliv</w:t>
      </w:r>
      <w:r w:rsidR="00A6753E">
        <w:t>é</w:t>
      </w:r>
      <w:r w:rsidR="002D362D">
        <w:t xml:space="preserve"> stavb</w:t>
      </w:r>
      <w:r w:rsidR="00A6753E">
        <w:t>y</w:t>
      </w:r>
      <w:r w:rsidR="002D362D">
        <w:t xml:space="preserve"> </w:t>
      </w:r>
      <w:r w:rsidR="00A6753E">
        <w:t xml:space="preserve">v rozdělení </w:t>
      </w:r>
      <w:r>
        <w:t>na</w:t>
      </w:r>
      <w:r w:rsidR="00A6753E">
        <w:t xml:space="preserve"> položky</w:t>
      </w:r>
      <w:r w:rsidR="002D362D">
        <w:t>:</w:t>
      </w:r>
    </w:p>
    <w:tbl>
      <w:tblPr>
        <w:tblW w:w="7371" w:type="dxa"/>
        <w:tblInd w:w="7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4110"/>
        <w:gridCol w:w="851"/>
        <w:gridCol w:w="1559"/>
      </w:tblGrid>
      <w:tr w:rsidR="00A6753E" w:rsidRPr="00A6753E" w14:paraId="10F5C85A" w14:textId="77777777" w:rsidTr="00FB5DD9">
        <w:trPr>
          <w:trHeight w:val="499"/>
        </w:trPr>
        <w:tc>
          <w:tcPr>
            <w:tcW w:w="496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14:paraId="37B52AC4" w14:textId="77777777" w:rsidR="00A6753E" w:rsidRPr="00A6753E" w:rsidRDefault="00A6753E" w:rsidP="00FB5DD9">
            <w:pPr>
              <w:spacing w:after="0" w:line="240" w:lineRule="atLeas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Stavba 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3C367A12" w14:textId="77777777" w:rsidR="00A6753E" w:rsidRPr="00A6753E" w:rsidRDefault="00A6753E" w:rsidP="00FB5DD9">
            <w:pPr>
              <w:spacing w:after="0" w:line="240" w:lineRule="atLeast"/>
              <w:jc w:val="righ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C</w:t>
            </w:r>
            <w:r w:rsidRPr="00A6753E"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ena za stavbu</w:t>
            </w: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 xml:space="preserve"> v Kč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                 </w:t>
            </w:r>
          </w:p>
        </w:tc>
      </w:tr>
      <w:tr w:rsidR="00A6753E" w:rsidRPr="00A6753E" w14:paraId="4D053FE2" w14:textId="77777777" w:rsidTr="00FB5DD9">
        <w:trPr>
          <w:trHeight w:val="495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013E6EF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Název stavby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568F282E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 xml:space="preserve">Cena dílčí část stavby </w:t>
            </w:r>
            <w:r>
              <w:rPr>
                <w:rFonts w:eastAsia="Times New Roman" w:cs="Times New Roman"/>
                <w:i/>
                <w:iCs/>
                <w:sz w:val="16"/>
                <w:szCs w:val="16"/>
                <w:lang w:val="en-US" w:eastAsia="cs-CZ"/>
              </w:rPr>
              <w:t>[</w:t>
            </w: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>Kč]</w:t>
            </w:r>
          </w:p>
        </w:tc>
      </w:tr>
      <w:tr w:rsidR="00A6753E" w:rsidRPr="00A6753E" w14:paraId="739C3717" w14:textId="77777777" w:rsidTr="00D3343B">
        <w:trPr>
          <w:trHeight w:val="252"/>
        </w:trPr>
        <w:tc>
          <w:tcPr>
            <w:tcW w:w="851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20568ED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B3AE4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provádění stavby (PDPS)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0F315BD2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22825587" w14:textId="77777777" w:rsidTr="00D3343B">
        <w:trPr>
          <w:trHeight w:val="259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4AFA6936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A32033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Výkon Autorského dozoru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2417075E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7054BD9E" w14:textId="77777777" w:rsidTr="00D3343B">
        <w:trPr>
          <w:trHeight w:val="246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7D17CE3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50153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SO 98-98 Všeobecný objekt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3C49A53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40134F4B" w14:textId="77777777" w:rsidTr="00FB5DD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7DFB59E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B49E0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Stavební práce dle Požadavků na výkon a funkci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621E50E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</w:tbl>
    <w:p w14:paraId="3FD5B6C1" w14:textId="77777777" w:rsidR="002D362D" w:rsidRDefault="002D362D" w:rsidP="002D362D">
      <w:pPr>
        <w:pStyle w:val="Text2-1"/>
        <w:numPr>
          <w:ilvl w:val="0"/>
          <w:numId w:val="0"/>
        </w:numPr>
        <w:ind w:left="737"/>
      </w:pPr>
    </w:p>
    <w:p w14:paraId="04D0E109" w14:textId="5A165E01" w:rsidR="00D92C34" w:rsidRDefault="00D92C34" w:rsidP="0047076E">
      <w:pPr>
        <w:pStyle w:val="Text2-1"/>
      </w:pPr>
      <w:r>
        <w:lastRenderedPageBreak/>
        <w:t xml:space="preserve">Náklady na Stavební práce Požadavků na výkon a funkci </w:t>
      </w:r>
      <w:r w:rsidR="00CD039F">
        <w:t xml:space="preserve">a SO 98-98 Všeobecný objekt uvedené v Rekapitulaci ceny Díla musí vždy odpovídat </w:t>
      </w:r>
      <w:r w:rsidR="00E95ECF">
        <w:t xml:space="preserve">oceněnému dokumentu </w:t>
      </w:r>
      <w:r w:rsidR="00B2233D" w:rsidRPr="00B2233D">
        <w:rPr>
          <w:i/>
        </w:rPr>
        <w:t>„</w:t>
      </w:r>
      <w:r w:rsidR="002F7330" w:rsidRPr="00B2233D">
        <w:rPr>
          <w:i/>
        </w:rPr>
        <w:t>Stavb</w:t>
      </w:r>
      <w:r w:rsidR="002F7330">
        <w:rPr>
          <w:i/>
        </w:rPr>
        <w:t>y</w:t>
      </w:r>
      <w:r w:rsidR="00B2233D" w:rsidRPr="00B2233D">
        <w:rPr>
          <w:i/>
        </w:rPr>
        <w:t>_X_Požadavky na výkon a funkci.xlsx“</w:t>
      </w:r>
      <w:r w:rsidR="00B2233D">
        <w:t xml:space="preserve"> dle jednotlivých staveb.</w:t>
      </w:r>
      <w:r w:rsidR="00E95ECF">
        <w:t xml:space="preserve"> </w:t>
      </w:r>
      <w:r w:rsidR="00CD039F">
        <w:t xml:space="preserve"> </w:t>
      </w:r>
    </w:p>
    <w:p w14:paraId="5C55BE5B" w14:textId="272142AD" w:rsidR="0047076E" w:rsidRDefault="00F9234A" w:rsidP="0047076E">
      <w:pPr>
        <w:pStyle w:val="Text2-1"/>
      </w:pPr>
      <w:r>
        <w:t xml:space="preserve">Položky pro </w:t>
      </w:r>
      <w:r w:rsidR="0047076E">
        <w:t>Požadavky na výkon a funkci</w:t>
      </w:r>
      <w:r w:rsidR="00D3343B">
        <w:t xml:space="preserve"> v dokumentu </w:t>
      </w:r>
      <w:r w:rsidR="00D3343B" w:rsidRPr="00B2233D">
        <w:rPr>
          <w:i/>
        </w:rPr>
        <w:t>„</w:t>
      </w:r>
      <w:r w:rsidR="002F7330" w:rsidRPr="00B2233D">
        <w:rPr>
          <w:i/>
        </w:rPr>
        <w:t>Stavb</w:t>
      </w:r>
      <w:r w:rsidR="002F7330">
        <w:rPr>
          <w:i/>
        </w:rPr>
        <w:t>y</w:t>
      </w:r>
      <w:r w:rsidR="00D3343B" w:rsidRPr="00B2233D">
        <w:rPr>
          <w:i/>
        </w:rPr>
        <w:t>_X_Požadavky na výkon a funkci.xlsx“</w:t>
      </w:r>
      <w:r w:rsidR="0047076E">
        <w:t>:</w:t>
      </w:r>
    </w:p>
    <w:p w14:paraId="607489B7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Položka</w:t>
      </w:r>
      <w:r w:rsidRPr="00F9234A">
        <w:rPr>
          <w:rStyle w:val="Tun"/>
          <w:b w:val="0"/>
        </w:rPr>
        <w:t xml:space="preserve"> –</w:t>
      </w:r>
      <w:r>
        <w:rPr>
          <w:rStyle w:val="Tun"/>
        </w:rPr>
        <w:t xml:space="preserve"> </w:t>
      </w:r>
      <w:r w:rsidRPr="00F9234A">
        <w:rPr>
          <w:rStyle w:val="Tun"/>
          <w:b w:val="0"/>
        </w:rPr>
        <w:t xml:space="preserve">označení </w:t>
      </w:r>
      <w:r>
        <w:rPr>
          <w:rStyle w:val="Tun"/>
          <w:b w:val="0"/>
        </w:rPr>
        <w:t>čísla objektu</w:t>
      </w:r>
    </w:p>
    <w:p w14:paraId="71D41775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Název položky</w:t>
      </w:r>
      <w:r w:rsidRPr="00F9234A">
        <w:rPr>
          <w:rStyle w:val="Tun"/>
          <w:b w:val="0"/>
        </w:rPr>
        <w:t xml:space="preserve"> </w:t>
      </w:r>
      <w:r>
        <w:rPr>
          <w:rStyle w:val="Tun"/>
          <w:b w:val="0"/>
        </w:rPr>
        <w:t>– přesn</w:t>
      </w:r>
      <w:r w:rsidR="009D264C">
        <w:rPr>
          <w:rStyle w:val="Tun"/>
          <w:b w:val="0"/>
        </w:rPr>
        <w:t>ý</w:t>
      </w:r>
      <w:r>
        <w:rPr>
          <w:rStyle w:val="Tun"/>
          <w:b w:val="0"/>
        </w:rPr>
        <w:t xml:space="preserve"> název objektu</w:t>
      </w:r>
      <w:r w:rsidRPr="00F9234A">
        <w:rPr>
          <w:rStyle w:val="Tun"/>
          <w:b w:val="0"/>
        </w:rPr>
        <w:t xml:space="preserve"> </w:t>
      </w:r>
    </w:p>
    <w:p w14:paraId="7094C582" w14:textId="77777777" w:rsidR="00F9234A" w:rsidRPr="007107C4" w:rsidRDefault="00F9234A" w:rsidP="00F9234A">
      <w:pPr>
        <w:pStyle w:val="Odrka1-1"/>
        <w:rPr>
          <w:rStyle w:val="Tun"/>
        </w:rPr>
      </w:pPr>
      <w:r>
        <w:rPr>
          <w:rStyle w:val="Tun"/>
        </w:rPr>
        <w:t>Popis položky</w:t>
      </w:r>
      <w:r>
        <w:rPr>
          <w:rStyle w:val="Tun"/>
          <w:b w:val="0"/>
        </w:rPr>
        <w:t xml:space="preserve"> – popis požadavků na výkon a funkci vztahující se k danému </w:t>
      </w:r>
      <w:r w:rsidR="009D264C">
        <w:rPr>
          <w:rStyle w:val="Tun"/>
          <w:b w:val="0"/>
        </w:rPr>
        <w:t>objektu</w:t>
      </w:r>
      <w:r w:rsidR="002D362D">
        <w:rPr>
          <w:rStyle w:val="Tun"/>
          <w:b w:val="0"/>
        </w:rPr>
        <w:t xml:space="preserve"> </w:t>
      </w:r>
    </w:p>
    <w:p w14:paraId="1669FC8C" w14:textId="77777777" w:rsidR="007107C4" w:rsidRDefault="007107C4" w:rsidP="00F9234A">
      <w:pPr>
        <w:pStyle w:val="Odrka1-1"/>
        <w:rPr>
          <w:rStyle w:val="Tun"/>
        </w:rPr>
      </w:pPr>
      <w:r>
        <w:rPr>
          <w:rStyle w:val="Tun"/>
        </w:rPr>
        <w:t>Poznámka</w:t>
      </w:r>
      <w:r w:rsidR="002D362D">
        <w:rPr>
          <w:rStyle w:val="Tun"/>
        </w:rPr>
        <w:t xml:space="preserve"> </w:t>
      </w:r>
      <w:r w:rsidR="002D362D">
        <w:rPr>
          <w:rStyle w:val="Tun"/>
          <w:b w:val="0"/>
        </w:rPr>
        <w:t xml:space="preserve">– </w:t>
      </w:r>
      <w:r w:rsidR="00DE369C">
        <w:rPr>
          <w:rStyle w:val="Tun"/>
          <w:b w:val="0"/>
        </w:rPr>
        <w:t>poznámka k popisu položky odkazující na informace uvedené v jiné části zadávací dokumentace</w:t>
      </w:r>
    </w:p>
    <w:p w14:paraId="7B0A451F" w14:textId="77777777" w:rsidR="0047076E" w:rsidRDefault="007107C4" w:rsidP="005E07BA">
      <w:pPr>
        <w:pStyle w:val="Odrka1-1"/>
      </w:pPr>
      <w:r>
        <w:rPr>
          <w:rStyle w:val="Tun"/>
        </w:rPr>
        <w:t>Cena za položku</w:t>
      </w:r>
      <w:r w:rsidR="00DE369C">
        <w:rPr>
          <w:rStyle w:val="Tun"/>
        </w:rPr>
        <w:t xml:space="preserve"> </w:t>
      </w:r>
      <w:r w:rsidR="00DE369C" w:rsidRPr="00DE369C">
        <w:rPr>
          <w:rStyle w:val="Tun"/>
          <w:b w:val="0"/>
        </w:rPr>
        <w:t>– stanovuje Dodavatel v Kč na dvě desetinn</w:t>
      </w:r>
      <w:r w:rsidR="009D264C">
        <w:rPr>
          <w:rStyle w:val="Tun"/>
          <w:b w:val="0"/>
        </w:rPr>
        <w:t>á</w:t>
      </w:r>
      <w:r w:rsidR="00DE369C" w:rsidRPr="00DE369C">
        <w:rPr>
          <w:rStyle w:val="Tun"/>
          <w:b w:val="0"/>
        </w:rPr>
        <w:t xml:space="preserve"> místa</w:t>
      </w:r>
    </w:p>
    <w:p w14:paraId="540AB44A" w14:textId="4207B96B" w:rsidR="005E07BA" w:rsidRDefault="005E07BA" w:rsidP="005E07BA">
      <w:pPr>
        <w:pStyle w:val="Text2-1"/>
      </w:pPr>
      <w:r>
        <w:t xml:space="preserve">Položky </w:t>
      </w:r>
      <w:r w:rsidR="0047076E">
        <w:t>SO 98-98</w:t>
      </w:r>
      <w:r>
        <w:t xml:space="preserve"> </w:t>
      </w:r>
      <w:r w:rsidR="00D3343B">
        <w:t xml:space="preserve">v dokumentu </w:t>
      </w:r>
      <w:r w:rsidR="00D3343B" w:rsidRPr="00B2233D">
        <w:rPr>
          <w:i/>
        </w:rPr>
        <w:t>„</w:t>
      </w:r>
      <w:r w:rsidR="002F7330" w:rsidRPr="00B2233D">
        <w:rPr>
          <w:i/>
        </w:rPr>
        <w:t>Stavb</w:t>
      </w:r>
      <w:r w:rsidR="002F7330">
        <w:rPr>
          <w:i/>
        </w:rPr>
        <w:t>y</w:t>
      </w:r>
      <w:r w:rsidR="00D3343B" w:rsidRPr="00B2233D">
        <w:rPr>
          <w:i/>
        </w:rPr>
        <w:t>_X_Požadavky na výkon a funkci.xlsx“</w:t>
      </w:r>
      <w:r w:rsidR="00D3343B">
        <w:rPr>
          <w:i/>
        </w:rPr>
        <w:t xml:space="preserve"> </w:t>
      </w:r>
      <w:r>
        <w:t>obsahují pole:</w:t>
      </w:r>
    </w:p>
    <w:p w14:paraId="39B368CE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32C86C38" w14:textId="7A74AF73" w:rsidR="005E07BA" w:rsidRDefault="005E07BA" w:rsidP="005E07BA">
      <w:pPr>
        <w:pStyle w:val="Odrka1-1"/>
      </w:pPr>
      <w:r w:rsidRPr="005E07BA">
        <w:rPr>
          <w:rStyle w:val="Tun"/>
        </w:rPr>
        <w:t xml:space="preserve">Kód </w:t>
      </w:r>
      <w:r w:rsidR="00A3449F" w:rsidRPr="005E07BA">
        <w:rPr>
          <w:rStyle w:val="Tun"/>
        </w:rPr>
        <w:t>položky</w:t>
      </w:r>
      <w:r w:rsidR="00A3449F">
        <w:t xml:space="preserve"> – třídící</w:t>
      </w:r>
      <w:r>
        <w:t xml:space="preserve"> kód položky dle použité cenové soustavy, pokud je použita,</w:t>
      </w:r>
    </w:p>
    <w:p w14:paraId="4DEC81D3" w14:textId="2770D772" w:rsidR="005E07BA" w:rsidRDefault="00A3449F" w:rsidP="005E07BA">
      <w:pPr>
        <w:pStyle w:val="Odrka1-1"/>
      </w:pPr>
      <w:r w:rsidRPr="005E07BA">
        <w:rPr>
          <w:rStyle w:val="Tun"/>
        </w:rPr>
        <w:t>Varianta</w:t>
      </w:r>
      <w:r>
        <w:t xml:space="preserve"> – použije</w:t>
      </w:r>
      <w:r w:rsidR="005E07BA">
        <w:t xml:space="preserve"> se pro rozlišení v případě, že je v Dílu použit stejný kód položky,</w:t>
      </w:r>
    </w:p>
    <w:p w14:paraId="053D618F" w14:textId="433A72DB" w:rsidR="005E07BA" w:rsidRDefault="005E07BA" w:rsidP="00C30537">
      <w:pPr>
        <w:pStyle w:val="Odrka1-1"/>
      </w:pPr>
      <w:r w:rsidRPr="005E07BA">
        <w:rPr>
          <w:rStyle w:val="Tun"/>
        </w:rPr>
        <w:t>Cenová soustava</w:t>
      </w:r>
      <w:r>
        <w:t xml:space="preserve"> –</w:t>
      </w:r>
      <w:r w:rsidR="00DE369C">
        <w:t xml:space="preserve"> </w:t>
      </w:r>
      <w:r w:rsidR="00C30537" w:rsidRPr="00C30537">
        <w:t>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1ED45FA0" w14:textId="57F219EE" w:rsidR="005E07BA" w:rsidRDefault="005E07BA" w:rsidP="005E07BA">
      <w:pPr>
        <w:pStyle w:val="Odrka1-1"/>
      </w:pPr>
      <w:r w:rsidRPr="005E07BA">
        <w:rPr>
          <w:rStyle w:val="Tun"/>
        </w:rPr>
        <w:t xml:space="preserve">Název </w:t>
      </w:r>
      <w:r w:rsidR="00A3449F" w:rsidRPr="005E07BA">
        <w:rPr>
          <w:rStyle w:val="Tun"/>
        </w:rPr>
        <w:t>položky</w:t>
      </w:r>
      <w:r w:rsidR="00A3449F">
        <w:t xml:space="preserve"> – vlastní</w:t>
      </w:r>
      <w:r>
        <w:t xml:space="preserve"> název </w:t>
      </w:r>
      <w:r w:rsidR="00DE369C">
        <w:t>položky</w:t>
      </w:r>
    </w:p>
    <w:p w14:paraId="54654B33" w14:textId="15A5A4E3" w:rsidR="005E07BA" w:rsidRDefault="005E07BA" w:rsidP="005E07BA">
      <w:pPr>
        <w:pStyle w:val="Odrka1-2-"/>
      </w:pPr>
      <w:r w:rsidRPr="005E07BA">
        <w:rPr>
          <w:rStyle w:val="Tun"/>
        </w:rPr>
        <w:t xml:space="preserve">Popis </w:t>
      </w:r>
      <w:r w:rsidR="00A3449F" w:rsidRPr="005E07BA">
        <w:rPr>
          <w:rStyle w:val="Tun"/>
        </w:rPr>
        <w:t>položky</w:t>
      </w:r>
      <w:r w:rsidR="00A3449F">
        <w:t xml:space="preserve"> – doplňující</w:t>
      </w:r>
      <w:r>
        <w:t xml:space="preserve"> název položky up</w:t>
      </w:r>
      <w:r w:rsidR="001D1F8C">
        <w:t>řesňující popis dané položky</w:t>
      </w:r>
      <w:r w:rsidR="00C30537">
        <w:t xml:space="preserve"> </w:t>
      </w:r>
      <w:r w:rsidR="001D1F8C">
        <w:t>v </w:t>
      </w:r>
      <w:r>
        <w:t>případě, že název položky je potřebné upřesnit,</w:t>
      </w:r>
    </w:p>
    <w:p w14:paraId="4D02C7B5" w14:textId="1E38D189" w:rsidR="005E07BA" w:rsidRDefault="005E07BA" w:rsidP="005E07BA">
      <w:pPr>
        <w:pStyle w:val="Odrka1-2-"/>
      </w:pPr>
      <w:r w:rsidRPr="005E07BA">
        <w:rPr>
          <w:rStyle w:val="Tun"/>
        </w:rPr>
        <w:t xml:space="preserve">Výkaz </w:t>
      </w:r>
      <w:r w:rsidR="00A3449F" w:rsidRPr="005E07BA">
        <w:rPr>
          <w:rStyle w:val="Tun"/>
        </w:rPr>
        <w:t>výměr</w:t>
      </w:r>
      <w:r w:rsidR="00A3449F">
        <w:t xml:space="preserve"> – k</w:t>
      </w:r>
      <w:r>
        <w:t xml:space="preserve"> uvedenému množství, s výjimkou případů, kdy není výpočet pro stanovení množství položky soupisu prací potřebný,</w:t>
      </w:r>
    </w:p>
    <w:p w14:paraId="7EB43EF8" w14:textId="2C2CF9E1" w:rsidR="005E07BA" w:rsidRDefault="005E07BA" w:rsidP="005E07BA">
      <w:pPr>
        <w:pStyle w:val="Odrka1-2-"/>
      </w:pPr>
      <w:r w:rsidRPr="005E07BA">
        <w:rPr>
          <w:rStyle w:val="Tun"/>
        </w:rPr>
        <w:t xml:space="preserve">Technická specifikace </w:t>
      </w:r>
      <w:r w:rsidR="00A3449F" w:rsidRPr="005E07BA">
        <w:rPr>
          <w:rStyle w:val="Tun"/>
        </w:rPr>
        <w:t>položky</w:t>
      </w:r>
      <w:r w:rsidR="00A3449F">
        <w:t xml:space="preserve"> – zahrnuje</w:t>
      </w:r>
      <w:r>
        <w:t xml:space="preserve"> přesný popis specifikující dodávku materiálů nebo výrobků s jednoznačným popisem materiálu nebo výrobku s</w:t>
      </w:r>
      <w:r w:rsidR="00A841B9">
        <w:t> </w:t>
      </w:r>
      <w:r>
        <w:t xml:space="preserve"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</w:t>
      </w:r>
    </w:p>
    <w:p w14:paraId="63E0B697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3EC99A7E" w14:textId="3A122217" w:rsidR="005E07BA" w:rsidRDefault="00A3449F" w:rsidP="005E07BA">
      <w:pPr>
        <w:pStyle w:val="Odrka1-1"/>
      </w:pPr>
      <w:r w:rsidRPr="005E07BA">
        <w:rPr>
          <w:rStyle w:val="Tun"/>
        </w:rPr>
        <w:t>Množství</w:t>
      </w:r>
      <w:r>
        <w:t xml:space="preserve"> – v</w:t>
      </w:r>
      <w:r w:rsidR="005E07BA">
        <w:t xml:space="preserve"> dané měrné jednotce,</w:t>
      </w:r>
    </w:p>
    <w:p w14:paraId="5738B33B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3540C802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1145CBF2" w14:textId="33802494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</w:t>
      </w:r>
      <w:r w:rsidR="003E6B82" w:rsidRPr="00DE369C">
        <w:rPr>
          <w:rStyle w:val="Tun"/>
          <w:b w:val="0"/>
        </w:rPr>
        <w:t xml:space="preserve">stanovuje Dodavatel v Kč na dvě </w:t>
      </w:r>
      <w:r w:rsidR="00A3449F" w:rsidRPr="00DE369C">
        <w:rPr>
          <w:rStyle w:val="Tun"/>
          <w:b w:val="0"/>
        </w:rPr>
        <w:t>desetinná místa</w:t>
      </w:r>
    </w:p>
    <w:p w14:paraId="3DADC6E0" w14:textId="3039E2D1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 w:rsidR="00DE369C">
        <w:t xml:space="preserve"> </w:t>
      </w:r>
      <w:r w:rsidR="00DE369C" w:rsidRPr="00DE369C">
        <w:rPr>
          <w:rStyle w:val="Tun"/>
          <w:b w:val="0"/>
        </w:rPr>
        <w:t xml:space="preserve">– </w:t>
      </w:r>
      <w:r w:rsidR="003E6B82">
        <w:rPr>
          <w:rStyle w:val="Tun"/>
          <w:b w:val="0"/>
        </w:rPr>
        <w:t>vzniká násobením jednotkové ceny a množství v dané jednotce</w:t>
      </w:r>
    </w:p>
    <w:p w14:paraId="4EB34F8C" w14:textId="22BCF557" w:rsidR="005E07BA" w:rsidRDefault="005E07BA" w:rsidP="005E07BA">
      <w:pPr>
        <w:pStyle w:val="Text2-1"/>
      </w:pPr>
      <w:r>
        <w:t xml:space="preserve">Pokud není v </w:t>
      </w:r>
      <w:r w:rsidR="008F2D65">
        <w:t>Zadávací</w:t>
      </w:r>
      <w:r>
        <w:t xml:space="preserve"> dokumentaci a </w:t>
      </w:r>
      <w:r w:rsidR="008F2D65">
        <w:t>Požadav</w:t>
      </w:r>
      <w:r w:rsidR="00C30537">
        <w:t>cích</w:t>
      </w:r>
      <w:r w:rsidR="008F2D65">
        <w:t xml:space="preserve"> na výkon a funkci</w:t>
      </w:r>
      <w:r>
        <w:t xml:space="preserve"> uvedeno jinak, jsou vedlejší náklady rozpuštěny v</w:t>
      </w:r>
      <w:r w:rsidR="00DE369C">
        <w:t xml:space="preserve"> Dodavatelem oceňovaných </w:t>
      </w:r>
      <w:r>
        <w:t xml:space="preserve">položkách a samostatně se nevykazují. Dodavatel tyto náklady musí zahrnout do ceny díla. Jedná se zejména o náklady na: </w:t>
      </w:r>
    </w:p>
    <w:p w14:paraId="4FFF9556" w14:textId="4A665BA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 xml:space="preserve">odvozové </w:t>
      </w:r>
      <w:r w:rsidR="00A3449F">
        <w:t>trasy</w:t>
      </w:r>
      <w:r>
        <w:t xml:space="preserve"> atd.);</w:t>
      </w:r>
    </w:p>
    <w:p w14:paraId="1B10D82A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70418784" w14:textId="77777777" w:rsidR="005E07BA" w:rsidRDefault="005E07BA" w:rsidP="005E07BA">
      <w:pPr>
        <w:pStyle w:val="Odrka1-2-"/>
      </w:pPr>
      <w:r>
        <w:t>náklady na veškerá pojištění;</w:t>
      </w:r>
    </w:p>
    <w:p w14:paraId="1CF8BF01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0DC43A25" w14:textId="461CD875" w:rsidR="005E07BA" w:rsidRDefault="005E07BA" w:rsidP="005E07BA">
      <w:pPr>
        <w:pStyle w:val="Odrka1-2-"/>
      </w:pPr>
      <w:proofErr w:type="spellStart"/>
      <w:r>
        <w:lastRenderedPageBreak/>
        <w:t>vnitrostaveništní</w:t>
      </w:r>
      <w:proofErr w:type="spellEnd"/>
      <w:r>
        <w:t xml:space="preserve"> „Přesun hmot“ bez ohledu na použitou cenovou soustavu;</w:t>
      </w:r>
    </w:p>
    <w:p w14:paraId="3BF75A6F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1B55289F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2D041C80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11C631F2" w14:textId="77777777" w:rsidR="005E07BA" w:rsidRDefault="005E07BA" w:rsidP="005E07BA">
      <w:pPr>
        <w:pStyle w:val="Odrka1-2-"/>
      </w:pPr>
      <w:r>
        <w:t>náklady související s likvidací o</w:t>
      </w:r>
      <w:r w:rsidR="00DE369C">
        <w:t>dpadů včetně správních poplatků</w:t>
      </w:r>
      <w:r>
        <w:t>;</w:t>
      </w:r>
    </w:p>
    <w:p w14:paraId="7B76C36A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1633A3AF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561B32E2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6C7BFEC9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6BEA5A6E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189C2014" w14:textId="77777777"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38876B52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</w:t>
      </w:r>
      <w:r w:rsidR="000C4848">
        <w:t>a řízení, ekologické likvidace)</w:t>
      </w:r>
      <w:r>
        <w:t>;</w:t>
      </w:r>
    </w:p>
    <w:p w14:paraId="3E2CEA47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5C247631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7DD70BD1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3DED3ED9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190D04A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3B938F55" w14:textId="77777777" w:rsidR="005E07BA" w:rsidRDefault="005E07BA" w:rsidP="005E07BA">
      <w:pPr>
        <w:pStyle w:val="Odrka1-2-"/>
      </w:pPr>
      <w:r>
        <w:t>geodetickou a koordinační činnost,</w:t>
      </w:r>
    </w:p>
    <w:p w14:paraId="26EE91AA" w14:textId="77777777" w:rsidR="005E07BA" w:rsidRDefault="005E07BA" w:rsidP="005E07BA">
      <w:pPr>
        <w:pStyle w:val="Odrka1-2-"/>
      </w:pPr>
      <w:r>
        <w:t>veškeré zkoušky a revize.</w:t>
      </w:r>
    </w:p>
    <w:p w14:paraId="2956DBCF" w14:textId="0702C5D6" w:rsidR="005E07BA" w:rsidRDefault="000C4848" w:rsidP="005E07BA">
      <w:pPr>
        <w:pStyle w:val="Text2-1"/>
      </w:pPr>
      <w:r w:rsidRPr="009D264C">
        <w:rPr>
          <w:rStyle w:val="Tun"/>
          <w:b w:val="0"/>
        </w:rPr>
        <w:t xml:space="preserve">V Rekapitulaci ceny Díla a položkách </w:t>
      </w:r>
      <w:r w:rsidR="008F2D65" w:rsidRPr="009D264C">
        <w:rPr>
          <w:rStyle w:val="Tun"/>
          <w:b w:val="0"/>
        </w:rPr>
        <w:t>Požadavků na výkon a funkci</w:t>
      </w:r>
      <w:r w:rsidR="005E07BA" w:rsidRPr="009D264C">
        <w:rPr>
          <w:rStyle w:val="Tun"/>
          <w:b w:val="0"/>
        </w:rPr>
        <w:t xml:space="preserve"> </w:t>
      </w:r>
      <w:r w:rsidRPr="009D264C">
        <w:rPr>
          <w:rStyle w:val="Tun"/>
        </w:rPr>
        <w:t>doplní</w:t>
      </w:r>
      <w:r>
        <w:rPr>
          <w:rStyle w:val="Tun"/>
        </w:rPr>
        <w:t xml:space="preserve"> Dodavatel </w:t>
      </w:r>
      <w:r w:rsidR="005E07BA" w:rsidRPr="005E07BA">
        <w:rPr>
          <w:rStyle w:val="Tun"/>
        </w:rPr>
        <w:t>pouze jednotkové ceny</w:t>
      </w:r>
      <w:r w:rsidR="003E6B82">
        <w:rPr>
          <w:rStyle w:val="Tun"/>
        </w:rPr>
        <w:t xml:space="preserve"> nebo ceny za položku</w:t>
      </w:r>
      <w:r w:rsidR="005E07BA" w:rsidRPr="005E07BA">
        <w:rPr>
          <w:rStyle w:val="Tun"/>
        </w:rPr>
        <w:t>.</w:t>
      </w:r>
      <w:r w:rsidR="005E07BA">
        <w:t xml:space="preserve"> Celková cena díla pro </w:t>
      </w:r>
      <w:r w:rsidR="009D264C">
        <w:t>Dodavatele</w:t>
      </w:r>
      <w:r w:rsidR="005E07BA">
        <w:t xml:space="preserve"> vznikne součtem celkové ceny </w:t>
      </w:r>
      <w:r w:rsidR="009D264C">
        <w:t>položek za jednotlivé stavby uvedené výše.</w:t>
      </w:r>
      <w:r w:rsidR="005E07BA">
        <w:t xml:space="preserve"> Měrné jednotky se uvádějí se zaokrouhlením na 3 desetinná místa, a jednotlivé oceněné položky se uvádějí v Kč se zaokrouhlením na 2 desetinná místa.</w:t>
      </w:r>
    </w:p>
    <w:p w14:paraId="043B5EC2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</w:t>
      </w:r>
      <w:r w:rsidR="000C4848">
        <w:rPr>
          <w:rStyle w:val="Tun"/>
        </w:rPr>
        <w:t xml:space="preserve"> Rekapitulace ceny Díla, stejně tak </w:t>
      </w:r>
      <w:r w:rsidR="008F2D65">
        <w:rPr>
          <w:rStyle w:val="Tun"/>
        </w:rPr>
        <w:t>Požadavk</w:t>
      </w:r>
      <w:r w:rsidR="000C4848">
        <w:rPr>
          <w:rStyle w:val="Tun"/>
        </w:rPr>
        <w:t>y</w:t>
      </w:r>
      <w:r w:rsidR="008F2D65">
        <w:rPr>
          <w:rStyle w:val="Tun"/>
        </w:rPr>
        <w:t xml:space="preserve"> na výkon a funkci</w:t>
      </w:r>
      <w:r w:rsidR="000C4848">
        <w:rPr>
          <w:rStyle w:val="Tun"/>
        </w:rPr>
        <w:t xml:space="preserve">, které zahrnují také SO 98-98 Všeobecný objekt u </w:t>
      </w:r>
      <w:r w:rsidR="008F2D65">
        <w:rPr>
          <w:rStyle w:val="Tun"/>
        </w:rPr>
        <w:t xml:space="preserve">každé </w:t>
      </w:r>
      <w:r w:rsidR="000C4848">
        <w:rPr>
          <w:rStyle w:val="Tun"/>
        </w:rPr>
        <w:t xml:space="preserve">jednotlivé stavby v případě, že se jedná o soubor staveb, </w:t>
      </w:r>
      <w:r w:rsidRPr="005E07BA">
        <w:rPr>
          <w:rStyle w:val="Tun"/>
        </w:rPr>
        <w:t>musí být v nabídce oceněny.</w:t>
      </w:r>
    </w:p>
    <w:p w14:paraId="74AEE1AF" w14:textId="77777777" w:rsidR="005E07BA" w:rsidRDefault="005E07BA" w:rsidP="001D1F8C">
      <w:pPr>
        <w:pStyle w:val="Nadpis2-1"/>
      </w:pPr>
      <w:bookmarkStart w:id="9" w:name="_Toc179961300"/>
      <w:r>
        <w:lastRenderedPageBreak/>
        <w:t>SROVNATELNÉ V</w:t>
      </w:r>
      <w:r w:rsidR="00277875">
        <w:t>ÝROBKY, ALTERNATIVY MATERIÁLŮ A </w:t>
      </w:r>
      <w:r>
        <w:t>PROVEDENÍ</w:t>
      </w:r>
      <w:bookmarkEnd w:id="9"/>
    </w:p>
    <w:p w14:paraId="7414F307" w14:textId="77777777" w:rsidR="005E07BA" w:rsidRDefault="005F475E" w:rsidP="001D1F8C">
      <w:pPr>
        <w:pStyle w:val="Text2-1"/>
      </w:pPr>
      <w:r>
        <w:t xml:space="preserve">Rekapitulace ceny Díla včetně Požadavků na výkon a funkci </w:t>
      </w:r>
      <w:r w:rsidR="005E07BA">
        <w:t>s</w:t>
      </w:r>
      <w:r w:rsidR="0054688C">
        <w:t xml:space="preserve"> Dodavatelem</w:t>
      </w:r>
      <w:r w:rsidR="005E07BA">
        <w:t xml:space="preserve"> vloženými jednotkovými cenami </w:t>
      </w:r>
      <w:r w:rsidR="0054688C">
        <w:t>jsou</w:t>
      </w:r>
      <w:r w:rsidR="005E07BA">
        <w:t xml:space="preserve"> považován</w:t>
      </w:r>
      <w:r w:rsidR="0054688C">
        <w:t>y</w:t>
      </w:r>
      <w:r w:rsidR="005E07BA">
        <w:t xml:space="preserve"> za plně pokrývající všechny přípustné alternativy materiálů a provedení, kterými bude </w:t>
      </w:r>
      <w:r w:rsidR="0054688C">
        <w:t>Dodavatel</w:t>
      </w:r>
      <w:r w:rsidR="005E07BA">
        <w:t xml:space="preserve"> se souhlasem </w:t>
      </w:r>
      <w:r w:rsidR="0054688C">
        <w:t>O</w:t>
      </w:r>
      <w:r w:rsidR="005E07BA">
        <w:t>bjednatele dílo realizovat.</w:t>
      </w:r>
    </w:p>
    <w:p w14:paraId="62BC4881" w14:textId="77777777" w:rsidR="005E07BA" w:rsidRDefault="005E07BA" w:rsidP="001D1F8C">
      <w:pPr>
        <w:pStyle w:val="Text2-1"/>
      </w:pPr>
      <w:r>
        <w:t xml:space="preserve">Jestliže </w:t>
      </w:r>
      <w:r w:rsidR="002F2E3A">
        <w:t>D</w:t>
      </w:r>
      <w:r>
        <w:t xml:space="preserve">odavatel nabídne srovnatelný výrobek nebo materiál namísto určeného nebo vykázaného, a tento je přijat </w:t>
      </w:r>
      <w:r w:rsidR="002F2E3A">
        <w:t>Objednatelem</w:t>
      </w:r>
      <w:r>
        <w:t xml:space="preserve"> k zabudování do Díla, potom se považují ceny v</w:t>
      </w:r>
      <w:r w:rsidR="002F2E3A">
        <w:t> Požadavcích na výkon a funkci</w:t>
      </w:r>
      <w:r>
        <w:t xml:space="preserve">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1"/>
      <w:bookmarkEnd w:id="2"/>
      <w:bookmarkEnd w:id="3"/>
      <w:bookmarkEnd w:id="4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AE37AF" w14:textId="77777777" w:rsidR="00EF739E" w:rsidRDefault="00EF739E" w:rsidP="00962258">
      <w:pPr>
        <w:spacing w:after="0" w:line="240" w:lineRule="auto"/>
      </w:pPr>
      <w:r>
        <w:separator/>
      </w:r>
    </w:p>
  </w:endnote>
  <w:endnote w:type="continuationSeparator" w:id="0">
    <w:p w14:paraId="2470288F" w14:textId="77777777" w:rsidR="00EF739E" w:rsidRDefault="00EF739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76EE4531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0C1DC503" w14:textId="4FEF9AB9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423FE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423FE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6D1BBBE9" w14:textId="41C39AE2" w:rsidR="00CF0EF4" w:rsidRPr="003E6B82" w:rsidRDefault="002270C5" w:rsidP="00C87634">
          <w:pPr>
            <w:pStyle w:val="Zpatvlevo"/>
            <w:rPr>
              <w:b/>
            </w:rPr>
          </w:pPr>
          <w:r w:rsidRPr="003E6B82">
            <w:rPr>
              <w:b/>
            </w:rPr>
            <w:fldChar w:fldCharType="begin"/>
          </w:r>
          <w:r w:rsidRPr="003E6B82">
            <w:rPr>
              <w:b/>
            </w:rPr>
            <w:instrText xml:space="preserve"> STYLEREF  _Název_akce  \* MERGEFORMAT </w:instrText>
          </w:r>
          <w:r w:rsidRPr="003E6B82">
            <w:rPr>
              <w:b/>
            </w:rPr>
            <w:fldChar w:fldCharType="separate"/>
          </w:r>
          <w:r w:rsidR="00FA52C5" w:rsidRPr="00FA52C5">
            <w:rPr>
              <w:bCs/>
              <w:noProof/>
            </w:rPr>
            <w:t xml:space="preserve">Zvýšení </w:t>
          </w:r>
          <w:r w:rsidR="00FA52C5">
            <w:rPr>
              <w:b/>
              <w:noProof/>
            </w:rPr>
            <w:t>disponibility výkonu TNS Nedakonice v systému AC 25 kV</w:t>
          </w:r>
          <w:r w:rsidRPr="003E6B82">
            <w:rPr>
              <w:b/>
              <w:bCs/>
              <w:noProof/>
            </w:rPr>
            <w:fldChar w:fldCharType="end"/>
          </w:r>
        </w:p>
        <w:p w14:paraId="5C04BFD8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3D40B861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</w:t>
          </w:r>
          <w:r w:rsidRPr="003462EB">
            <w:t>Zhotovení</w:t>
          </w:r>
          <w:proofErr w:type="gramEnd"/>
          <w:r w:rsidRPr="003462EB">
            <w:t xml:space="preserve"> stavby</w:t>
          </w:r>
        </w:p>
      </w:tc>
    </w:tr>
  </w:tbl>
  <w:p w14:paraId="2DE14E7B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3B60A593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25B92E3D" w14:textId="3731D93A" w:rsidR="00CF0EF4" w:rsidRPr="003E6B82" w:rsidRDefault="002270C5" w:rsidP="00C87634">
          <w:pPr>
            <w:pStyle w:val="Zpatvpravo"/>
            <w:rPr>
              <w:b/>
            </w:rPr>
          </w:pPr>
          <w:r w:rsidRPr="003E6B82">
            <w:rPr>
              <w:b/>
            </w:rPr>
            <w:fldChar w:fldCharType="begin"/>
          </w:r>
          <w:r w:rsidRPr="003E6B82">
            <w:rPr>
              <w:b/>
            </w:rPr>
            <w:instrText xml:space="preserve"> STYLEREF  _Název_akce  \* MERGEFORMAT </w:instrText>
          </w:r>
          <w:r w:rsidRPr="003E6B82">
            <w:rPr>
              <w:b/>
            </w:rPr>
            <w:fldChar w:fldCharType="separate"/>
          </w:r>
          <w:r w:rsidR="00FA52C5" w:rsidRPr="00FA52C5">
            <w:rPr>
              <w:bCs/>
              <w:noProof/>
            </w:rPr>
            <w:t xml:space="preserve">Zvýšení </w:t>
          </w:r>
          <w:r w:rsidR="00FA52C5">
            <w:rPr>
              <w:b/>
              <w:noProof/>
            </w:rPr>
            <w:t>disponibility výkonu TNS Nedakonice v systému AC 25 kV</w:t>
          </w:r>
          <w:r w:rsidRPr="003E6B82">
            <w:rPr>
              <w:b/>
              <w:bCs/>
              <w:noProof/>
            </w:rPr>
            <w:fldChar w:fldCharType="end"/>
          </w:r>
        </w:p>
        <w:p w14:paraId="4C2F92BB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581CEF17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 xml:space="preserve">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</w:t>
          </w:r>
        </w:p>
      </w:tc>
      <w:tc>
        <w:tcPr>
          <w:tcW w:w="907" w:type="dxa"/>
          <w:vAlign w:val="bottom"/>
        </w:tcPr>
        <w:p w14:paraId="690D396B" w14:textId="20DDDEC3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423FE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423FE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5BCBADE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45ED60" w14:textId="77777777" w:rsidR="00CF0EF4" w:rsidRPr="00B8518B" w:rsidRDefault="00CF0EF4" w:rsidP="00CF0EF4">
    <w:pPr>
      <w:pStyle w:val="Zpat"/>
      <w:rPr>
        <w:sz w:val="2"/>
        <w:szCs w:val="2"/>
      </w:rPr>
    </w:pPr>
  </w:p>
  <w:p w14:paraId="14B03CEA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481DA9F6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350E0AC0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42B64D" w14:textId="77777777" w:rsidR="00EF739E" w:rsidRDefault="00EF739E" w:rsidP="00962258">
      <w:pPr>
        <w:spacing w:after="0" w:line="240" w:lineRule="auto"/>
      </w:pPr>
      <w:r>
        <w:separator/>
      </w:r>
    </w:p>
  </w:footnote>
  <w:footnote w:type="continuationSeparator" w:id="0">
    <w:p w14:paraId="21C0E283" w14:textId="77777777" w:rsidR="00EF739E" w:rsidRDefault="00EF739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5DBB9A8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A09E6E4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EB9524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C55786" w14:textId="77777777" w:rsidR="0076790E" w:rsidRPr="00D6163D" w:rsidRDefault="0076790E" w:rsidP="00D6163D">
          <w:pPr>
            <w:pStyle w:val="Druhdokumentu"/>
          </w:pPr>
        </w:p>
      </w:tc>
    </w:tr>
  </w:tbl>
  <w:p w14:paraId="012407C9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3F12959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BE57AA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36078D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20B73165" wp14:editId="2EEEA3FE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ACC6A30" w14:textId="77777777" w:rsidR="0076790E" w:rsidRPr="00D6163D" w:rsidRDefault="0076790E" w:rsidP="00FC6389">
          <w:pPr>
            <w:pStyle w:val="Druhdokumentu"/>
          </w:pPr>
        </w:p>
      </w:tc>
    </w:tr>
    <w:tr w:rsidR="0076790E" w14:paraId="7007390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01C042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398E3A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0121047" w14:textId="77777777" w:rsidR="0076790E" w:rsidRPr="00D6163D" w:rsidRDefault="0076790E" w:rsidP="00FC6389">
          <w:pPr>
            <w:pStyle w:val="Druhdokumentu"/>
          </w:pPr>
        </w:p>
      </w:tc>
    </w:tr>
  </w:tbl>
  <w:p w14:paraId="60239516" w14:textId="77777777" w:rsidR="0076790E" w:rsidRPr="00D6163D" w:rsidRDefault="0076790E" w:rsidP="00FC6389">
    <w:pPr>
      <w:pStyle w:val="Zhlav"/>
      <w:rPr>
        <w:sz w:val="8"/>
        <w:szCs w:val="8"/>
      </w:rPr>
    </w:pPr>
  </w:p>
  <w:p w14:paraId="501B5B36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D5D30"/>
    <w:multiLevelType w:val="multilevel"/>
    <w:tmpl w:val="666CC046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1701"/>
        </w:tabs>
        <w:ind w:left="1701" w:hanging="964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6922183">
    <w:abstractNumId w:val="4"/>
  </w:num>
  <w:num w:numId="2" w16cid:durableId="760221728">
    <w:abstractNumId w:val="2"/>
  </w:num>
  <w:num w:numId="3" w16cid:durableId="2087922616">
    <w:abstractNumId w:val="9"/>
  </w:num>
  <w:num w:numId="4" w16cid:durableId="1377200354">
    <w:abstractNumId w:val="5"/>
  </w:num>
  <w:num w:numId="5" w16cid:durableId="1527251446">
    <w:abstractNumId w:val="11"/>
  </w:num>
  <w:num w:numId="6" w16cid:durableId="434061770">
    <w:abstractNumId w:val="6"/>
  </w:num>
  <w:num w:numId="7" w16cid:durableId="265431146">
    <w:abstractNumId w:val="7"/>
  </w:num>
  <w:num w:numId="8" w16cid:durableId="1577713769">
    <w:abstractNumId w:val="8"/>
  </w:num>
  <w:num w:numId="9" w16cid:durableId="834801825">
    <w:abstractNumId w:val="1"/>
  </w:num>
  <w:num w:numId="10" w16cid:durableId="712653327">
    <w:abstractNumId w:val="3"/>
  </w:num>
  <w:num w:numId="11" w16cid:durableId="902376739">
    <w:abstractNumId w:val="10"/>
  </w:num>
  <w:num w:numId="12" w16cid:durableId="13113707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D97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A64D0"/>
    <w:rsid w:val="000B4EB8"/>
    <w:rsid w:val="000B7138"/>
    <w:rsid w:val="000C32D6"/>
    <w:rsid w:val="000C39AD"/>
    <w:rsid w:val="000C41F2"/>
    <w:rsid w:val="000C4848"/>
    <w:rsid w:val="000C5D34"/>
    <w:rsid w:val="000D22C4"/>
    <w:rsid w:val="000D27D1"/>
    <w:rsid w:val="000D5A23"/>
    <w:rsid w:val="000E1A7F"/>
    <w:rsid w:val="00112864"/>
    <w:rsid w:val="00114472"/>
    <w:rsid w:val="00114988"/>
    <w:rsid w:val="00115069"/>
    <w:rsid w:val="001150F2"/>
    <w:rsid w:val="001330AE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127D"/>
    <w:rsid w:val="001B4E74"/>
    <w:rsid w:val="001B7668"/>
    <w:rsid w:val="001C482B"/>
    <w:rsid w:val="001C645F"/>
    <w:rsid w:val="001D17AC"/>
    <w:rsid w:val="001D1F8C"/>
    <w:rsid w:val="001E008E"/>
    <w:rsid w:val="001E678E"/>
    <w:rsid w:val="001F76D6"/>
    <w:rsid w:val="002071BB"/>
    <w:rsid w:val="00207DF5"/>
    <w:rsid w:val="00222434"/>
    <w:rsid w:val="002270C5"/>
    <w:rsid w:val="00240B81"/>
    <w:rsid w:val="00240E69"/>
    <w:rsid w:val="00247D01"/>
    <w:rsid w:val="0025030F"/>
    <w:rsid w:val="00256B5B"/>
    <w:rsid w:val="00261A5B"/>
    <w:rsid w:val="00262E5B"/>
    <w:rsid w:val="0026691C"/>
    <w:rsid w:val="00276AFE"/>
    <w:rsid w:val="00277875"/>
    <w:rsid w:val="002A1540"/>
    <w:rsid w:val="002A3B57"/>
    <w:rsid w:val="002B6B58"/>
    <w:rsid w:val="002C31BF"/>
    <w:rsid w:val="002D362D"/>
    <w:rsid w:val="002D7FD6"/>
    <w:rsid w:val="002E0CD7"/>
    <w:rsid w:val="002E0CFB"/>
    <w:rsid w:val="002E5C7B"/>
    <w:rsid w:val="002F2E3A"/>
    <w:rsid w:val="002F4333"/>
    <w:rsid w:val="002F7330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755B2"/>
    <w:rsid w:val="00386FF1"/>
    <w:rsid w:val="00392EB6"/>
    <w:rsid w:val="003956C6"/>
    <w:rsid w:val="003C33F2"/>
    <w:rsid w:val="003C76F7"/>
    <w:rsid w:val="003D756E"/>
    <w:rsid w:val="003E420D"/>
    <w:rsid w:val="003E4C13"/>
    <w:rsid w:val="003E6B82"/>
    <w:rsid w:val="003F5EFA"/>
    <w:rsid w:val="004078F3"/>
    <w:rsid w:val="00427794"/>
    <w:rsid w:val="00450F07"/>
    <w:rsid w:val="00453CD3"/>
    <w:rsid w:val="00460660"/>
    <w:rsid w:val="00464BA9"/>
    <w:rsid w:val="0047076E"/>
    <w:rsid w:val="0048144D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4688C"/>
    <w:rsid w:val="00553375"/>
    <w:rsid w:val="00555884"/>
    <w:rsid w:val="005736B7"/>
    <w:rsid w:val="00575E5A"/>
    <w:rsid w:val="00580245"/>
    <w:rsid w:val="00583FF5"/>
    <w:rsid w:val="00586049"/>
    <w:rsid w:val="005A1F44"/>
    <w:rsid w:val="005B76D4"/>
    <w:rsid w:val="005D3C39"/>
    <w:rsid w:val="005E07BA"/>
    <w:rsid w:val="005F475E"/>
    <w:rsid w:val="00601A8C"/>
    <w:rsid w:val="0061068E"/>
    <w:rsid w:val="006115D3"/>
    <w:rsid w:val="00617C5D"/>
    <w:rsid w:val="006220A8"/>
    <w:rsid w:val="006547CA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107C4"/>
    <w:rsid w:val="00721EBF"/>
    <w:rsid w:val="00723ED1"/>
    <w:rsid w:val="00730BC7"/>
    <w:rsid w:val="00740AF5"/>
    <w:rsid w:val="00743525"/>
    <w:rsid w:val="00745555"/>
    <w:rsid w:val="0074675C"/>
    <w:rsid w:val="00751F59"/>
    <w:rsid w:val="007541A2"/>
    <w:rsid w:val="00755818"/>
    <w:rsid w:val="0076286B"/>
    <w:rsid w:val="00766846"/>
    <w:rsid w:val="0076790E"/>
    <w:rsid w:val="00770D97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9672D"/>
    <w:rsid w:val="008A3568"/>
    <w:rsid w:val="008A7064"/>
    <w:rsid w:val="008C50F3"/>
    <w:rsid w:val="008C7EFE"/>
    <w:rsid w:val="008D03B9"/>
    <w:rsid w:val="008D30C7"/>
    <w:rsid w:val="008E24A8"/>
    <w:rsid w:val="008F18D6"/>
    <w:rsid w:val="008F2C9B"/>
    <w:rsid w:val="008F2D65"/>
    <w:rsid w:val="008F797B"/>
    <w:rsid w:val="00904780"/>
    <w:rsid w:val="00904F2A"/>
    <w:rsid w:val="0090635B"/>
    <w:rsid w:val="00922385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A1080"/>
    <w:rsid w:val="009B2E97"/>
    <w:rsid w:val="009B5146"/>
    <w:rsid w:val="009C418E"/>
    <w:rsid w:val="009C442C"/>
    <w:rsid w:val="009D264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308AF"/>
    <w:rsid w:val="00A3449F"/>
    <w:rsid w:val="00A4050F"/>
    <w:rsid w:val="00A50641"/>
    <w:rsid w:val="00A530BF"/>
    <w:rsid w:val="00A616BE"/>
    <w:rsid w:val="00A6177B"/>
    <w:rsid w:val="00A66136"/>
    <w:rsid w:val="00A6753E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2DB8"/>
    <w:rsid w:val="00AD5F1A"/>
    <w:rsid w:val="00AD6731"/>
    <w:rsid w:val="00AF148E"/>
    <w:rsid w:val="00B008D5"/>
    <w:rsid w:val="00B02F73"/>
    <w:rsid w:val="00B0619F"/>
    <w:rsid w:val="00B101FD"/>
    <w:rsid w:val="00B13A26"/>
    <w:rsid w:val="00B15D0D"/>
    <w:rsid w:val="00B22106"/>
    <w:rsid w:val="00B2233D"/>
    <w:rsid w:val="00B5431A"/>
    <w:rsid w:val="00B7049C"/>
    <w:rsid w:val="00B75EE1"/>
    <w:rsid w:val="00B77481"/>
    <w:rsid w:val="00B80DA2"/>
    <w:rsid w:val="00B832BA"/>
    <w:rsid w:val="00B8518B"/>
    <w:rsid w:val="00B97CC3"/>
    <w:rsid w:val="00BC06B4"/>
    <w:rsid w:val="00BC06C4"/>
    <w:rsid w:val="00BC38B5"/>
    <w:rsid w:val="00BC629C"/>
    <w:rsid w:val="00BD7E91"/>
    <w:rsid w:val="00BD7F0D"/>
    <w:rsid w:val="00C02D0A"/>
    <w:rsid w:val="00C03A6E"/>
    <w:rsid w:val="00C15212"/>
    <w:rsid w:val="00C226C0"/>
    <w:rsid w:val="00C24A6A"/>
    <w:rsid w:val="00C30537"/>
    <w:rsid w:val="00C42FE6"/>
    <w:rsid w:val="00C44F6A"/>
    <w:rsid w:val="00C455D8"/>
    <w:rsid w:val="00C6198E"/>
    <w:rsid w:val="00C708EA"/>
    <w:rsid w:val="00C778A5"/>
    <w:rsid w:val="00C82B4A"/>
    <w:rsid w:val="00C86EDA"/>
    <w:rsid w:val="00C90F19"/>
    <w:rsid w:val="00C95162"/>
    <w:rsid w:val="00C971DF"/>
    <w:rsid w:val="00CB6A37"/>
    <w:rsid w:val="00CB7684"/>
    <w:rsid w:val="00CC6E29"/>
    <w:rsid w:val="00CC7C8F"/>
    <w:rsid w:val="00CD039F"/>
    <w:rsid w:val="00CD1FC4"/>
    <w:rsid w:val="00CF0EF4"/>
    <w:rsid w:val="00D01996"/>
    <w:rsid w:val="00D034A0"/>
    <w:rsid w:val="00D20741"/>
    <w:rsid w:val="00D21061"/>
    <w:rsid w:val="00D322B7"/>
    <w:rsid w:val="00D3340A"/>
    <w:rsid w:val="00D3343B"/>
    <w:rsid w:val="00D4108E"/>
    <w:rsid w:val="00D6163D"/>
    <w:rsid w:val="00D831A3"/>
    <w:rsid w:val="00D92C34"/>
    <w:rsid w:val="00D97BE3"/>
    <w:rsid w:val="00DA3711"/>
    <w:rsid w:val="00DD46F3"/>
    <w:rsid w:val="00DE369C"/>
    <w:rsid w:val="00DE51A5"/>
    <w:rsid w:val="00DE56F2"/>
    <w:rsid w:val="00DF116D"/>
    <w:rsid w:val="00DF3EE3"/>
    <w:rsid w:val="00DF4DDD"/>
    <w:rsid w:val="00E16FF7"/>
    <w:rsid w:val="00E1732F"/>
    <w:rsid w:val="00E26D68"/>
    <w:rsid w:val="00E423FE"/>
    <w:rsid w:val="00E44045"/>
    <w:rsid w:val="00E618C4"/>
    <w:rsid w:val="00E7218A"/>
    <w:rsid w:val="00E84C3A"/>
    <w:rsid w:val="00E878EE"/>
    <w:rsid w:val="00E95ECF"/>
    <w:rsid w:val="00EA6EC7"/>
    <w:rsid w:val="00EB104F"/>
    <w:rsid w:val="00EB46E5"/>
    <w:rsid w:val="00EC5C81"/>
    <w:rsid w:val="00ED0703"/>
    <w:rsid w:val="00ED14BD"/>
    <w:rsid w:val="00ED42BB"/>
    <w:rsid w:val="00EF739E"/>
    <w:rsid w:val="00F016C7"/>
    <w:rsid w:val="00F12DEC"/>
    <w:rsid w:val="00F148AF"/>
    <w:rsid w:val="00F1715C"/>
    <w:rsid w:val="00F17F49"/>
    <w:rsid w:val="00F24034"/>
    <w:rsid w:val="00F310F8"/>
    <w:rsid w:val="00F35939"/>
    <w:rsid w:val="00F44827"/>
    <w:rsid w:val="00F45607"/>
    <w:rsid w:val="00F4722B"/>
    <w:rsid w:val="00F54432"/>
    <w:rsid w:val="00F566A1"/>
    <w:rsid w:val="00F659EB"/>
    <w:rsid w:val="00F86BA6"/>
    <w:rsid w:val="00F8788B"/>
    <w:rsid w:val="00F9234A"/>
    <w:rsid w:val="00FA52C5"/>
    <w:rsid w:val="00FB5DD9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C4F56F"/>
  <w14:defaultImageDpi w14:val="32767"/>
  <w15:docId w15:val="{E709CC4A-3697-4C29-AE49-C6C383612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46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!Dokumenty\!Pracovni\!Schvalovani_kontrola\SR_p&#345;ejezdy_2020\KSP_R(R-F)_VZOR_201106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15711D41B474129AE7EE596BC6CBC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088F80-D4A1-4053-BDED-DB9478FBBBE9}"/>
      </w:docPartPr>
      <w:docPartBody>
        <w:p w:rsidR="00C56E21" w:rsidRDefault="009C5CCD">
          <w:pPr>
            <w:pStyle w:val="615711D41B474129AE7EE596BC6CBC26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5CCD"/>
    <w:rsid w:val="002A1531"/>
    <w:rsid w:val="00562152"/>
    <w:rsid w:val="006220A8"/>
    <w:rsid w:val="006A5E7B"/>
    <w:rsid w:val="00730B76"/>
    <w:rsid w:val="008B6702"/>
    <w:rsid w:val="008E26D9"/>
    <w:rsid w:val="009C5CCD"/>
    <w:rsid w:val="00C56E21"/>
    <w:rsid w:val="00E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615711D41B474129AE7EE596BC6CBC26">
    <w:name w:val="615711D41B474129AE7EE596BC6CBC2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B472AE27-7984-4D08-B75C-66E873B51A7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KSP_R(R-F)_VZOR_201106</Template>
  <TotalTime>7</TotalTime>
  <Pages>1</Pages>
  <Words>1569</Words>
  <Characters>9258</Characters>
  <Application>Microsoft Office Word</Application>
  <DocSecurity>0</DocSecurity>
  <Lines>77</Lines>
  <Paragraphs>21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KSP_201106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10806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KSP_201106</dc:title>
  <dc:creator>Salavová Mariana, Ing.</dc:creator>
  <cp:lastModifiedBy>Vlk Bronislav, Ing.</cp:lastModifiedBy>
  <cp:revision>8</cp:revision>
  <cp:lastPrinted>2019-03-13T10:28:00Z</cp:lastPrinted>
  <dcterms:created xsi:type="dcterms:W3CDTF">2023-12-20T08:05:00Z</dcterms:created>
  <dcterms:modified xsi:type="dcterms:W3CDTF">2024-10-16T06:54:00Z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